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7BF" w:rsidRDefault="00C907BF" w:rsidP="00C907BF">
      <w:pPr>
        <w:jc w:val="both"/>
      </w:pPr>
      <w:r>
        <w:t>У складу са Одлуком</w:t>
      </w:r>
      <w:r w:rsidRPr="00F05806">
        <w:t xml:space="preserve"> о извођењу</w:t>
      </w:r>
      <w:r w:rsidR="00DE490A">
        <w:t xml:space="preserve"> </w:t>
      </w:r>
      <w:r w:rsidR="00DE490A">
        <w:rPr>
          <w:lang/>
        </w:rPr>
        <w:t>и оцени</w:t>
      </w:r>
      <w:r w:rsidRPr="00F05806">
        <w:t xml:space="preserve"> прис</w:t>
      </w:r>
      <w:r>
        <w:t xml:space="preserve">тупног предавања на Медицинском факултету Универзитета </w:t>
      </w:r>
      <w:r w:rsidRPr="00F05806">
        <w:t>у Београду бр.</w:t>
      </w:r>
      <w:r w:rsidR="00DE490A">
        <w:rPr>
          <w:lang/>
        </w:rPr>
        <w:t xml:space="preserve"> </w:t>
      </w:r>
      <w:r w:rsidR="00DE490A">
        <w:t>14</w:t>
      </w:r>
      <w:r w:rsidR="00DE490A">
        <w:rPr>
          <w:lang/>
        </w:rPr>
        <w:t>/</w:t>
      </w:r>
      <w:r w:rsidR="00DE490A">
        <w:t>XIII-6</w:t>
      </w:r>
      <w:r>
        <w:t xml:space="preserve"> од</w:t>
      </w:r>
      <w:r w:rsidR="00DE490A">
        <w:t xml:space="preserve"> 21.03.</w:t>
      </w:r>
      <w:r>
        <w:t>202</w:t>
      </w:r>
      <w:r w:rsidR="001B316D">
        <w:rPr>
          <w:lang/>
        </w:rPr>
        <w:t>3</w:t>
      </w:r>
      <w:r>
        <w:t>. године Комисија именована Одлуком декана бр.</w:t>
      </w:r>
      <w:r w:rsidR="00591C2B">
        <w:t xml:space="preserve"> 8423/2</w:t>
      </w:r>
      <w:r>
        <w:t xml:space="preserve"> од </w:t>
      </w:r>
      <w:r w:rsidR="00591C2B">
        <w:t>5.10</w:t>
      </w:r>
      <w:r>
        <w:t xml:space="preserve"> године  у саставу:</w:t>
      </w:r>
    </w:p>
    <w:p w:rsidR="00A824E6" w:rsidRPr="00E4036F" w:rsidRDefault="00A824E6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</w:p>
    <w:p w:rsidR="00A824E6" w:rsidRPr="00591C2B" w:rsidRDefault="00A824E6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  <w:r w:rsidRPr="00E4036F">
        <w:rPr>
          <w:sz w:val="22"/>
          <w:szCs w:val="22"/>
          <w:lang/>
        </w:rPr>
        <w:t xml:space="preserve">1. </w:t>
      </w:r>
      <w:r w:rsidR="00591C2B">
        <w:rPr>
          <w:sz w:val="22"/>
          <w:szCs w:val="22"/>
          <w:lang/>
        </w:rPr>
        <w:t xml:space="preserve">Проф др Дијана Јовановић, председник, редовни професор Медицинског факултета, </w:t>
      </w:r>
      <w:r w:rsidR="00591C2B">
        <w:rPr>
          <w:sz w:val="22"/>
          <w:szCs w:val="22"/>
          <w:lang/>
        </w:rPr>
        <w:t xml:space="preserve">Универзитета у </w:t>
      </w:r>
      <w:r w:rsidR="00591C2B">
        <w:rPr>
          <w:sz w:val="22"/>
          <w:szCs w:val="22"/>
          <w:lang/>
        </w:rPr>
        <w:t>Београд</w:t>
      </w:r>
      <w:r w:rsidR="00591C2B">
        <w:rPr>
          <w:sz w:val="22"/>
          <w:szCs w:val="22"/>
          <w:lang/>
        </w:rPr>
        <w:t>у</w:t>
      </w:r>
    </w:p>
    <w:p w:rsidR="00A824E6" w:rsidRPr="00E4036F" w:rsidRDefault="00A824E6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  <w:r w:rsidRPr="00E4036F">
        <w:rPr>
          <w:sz w:val="22"/>
          <w:szCs w:val="22"/>
          <w:lang/>
        </w:rPr>
        <w:t>2.</w:t>
      </w:r>
      <w:r w:rsidR="00591C2B">
        <w:rPr>
          <w:sz w:val="22"/>
          <w:szCs w:val="22"/>
          <w:lang/>
        </w:rPr>
        <w:t xml:space="preserve"> Проф др Милан Радовић, члан, редовни професор Медицинског факултета, Универзитета у Београду </w:t>
      </w:r>
    </w:p>
    <w:p w:rsidR="00A824E6" w:rsidRPr="00E4036F" w:rsidRDefault="00A824E6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  <w:r w:rsidRPr="00E4036F">
        <w:rPr>
          <w:sz w:val="22"/>
          <w:szCs w:val="22"/>
          <w:lang/>
        </w:rPr>
        <w:t>3.</w:t>
      </w:r>
      <w:r w:rsidR="00591C2B">
        <w:rPr>
          <w:sz w:val="22"/>
          <w:szCs w:val="22"/>
          <w:lang/>
        </w:rPr>
        <w:t xml:space="preserve"> Доц др Мирјана Лаушевић, члан, доцент Медицинског факултета, Универзитета у Београду</w:t>
      </w:r>
    </w:p>
    <w:p w:rsidR="00A824E6" w:rsidRPr="00E4036F" w:rsidRDefault="00A824E6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</w:p>
    <w:p w:rsidR="00A824E6" w:rsidRPr="00E4036F" w:rsidRDefault="0075050E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  <w:r w:rsidRPr="00E4036F">
        <w:rPr>
          <w:sz w:val="22"/>
          <w:szCs w:val="22"/>
          <w:lang/>
        </w:rPr>
        <w:t xml:space="preserve">доставља </w:t>
      </w:r>
    </w:p>
    <w:p w:rsidR="0075050E" w:rsidRPr="00E4036F" w:rsidRDefault="0075050E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  <w:lang/>
        </w:rPr>
      </w:pPr>
      <w:r w:rsidRPr="00E4036F">
        <w:rPr>
          <w:b/>
          <w:sz w:val="22"/>
          <w:szCs w:val="22"/>
          <w:lang/>
        </w:rPr>
        <w:t>З А П И С Н И К</w:t>
      </w:r>
    </w:p>
    <w:p w:rsidR="0075050E" w:rsidRPr="00E4036F" w:rsidRDefault="0075050E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  <w:lang/>
        </w:rPr>
      </w:pPr>
      <w:r w:rsidRPr="00E4036F">
        <w:rPr>
          <w:b/>
          <w:sz w:val="22"/>
          <w:szCs w:val="22"/>
          <w:lang/>
        </w:rPr>
        <w:t>о извођењу приступног предавања</w:t>
      </w:r>
    </w:p>
    <w:p w:rsidR="0075050E" w:rsidRPr="00E4036F" w:rsidRDefault="0075050E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  <w:lang/>
        </w:rPr>
      </w:pPr>
      <w:r w:rsidRPr="00E4036F">
        <w:rPr>
          <w:b/>
          <w:sz w:val="22"/>
          <w:szCs w:val="22"/>
          <w:lang/>
        </w:rPr>
        <w:t>на Медицинском факултету</w:t>
      </w:r>
    </w:p>
    <w:p w:rsidR="0075050E" w:rsidRPr="00E4036F" w:rsidRDefault="0075050E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</w:p>
    <w:p w:rsidR="00591C2B" w:rsidRDefault="0075050E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  <w:r w:rsidRPr="00E4036F">
        <w:rPr>
          <w:sz w:val="22"/>
          <w:szCs w:val="22"/>
          <w:lang/>
        </w:rPr>
        <w:t xml:space="preserve">Кандидат: </w:t>
      </w:r>
      <w:r w:rsidR="00591C2B">
        <w:rPr>
          <w:sz w:val="22"/>
          <w:szCs w:val="22"/>
          <w:lang/>
        </w:rPr>
        <w:t>др Александар Јанковић</w:t>
      </w:r>
    </w:p>
    <w:p w:rsidR="00591C2B" w:rsidRDefault="003172B3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  <w:r w:rsidRPr="00E4036F">
        <w:rPr>
          <w:sz w:val="22"/>
          <w:szCs w:val="22"/>
          <w:lang/>
        </w:rPr>
        <w:t xml:space="preserve">Звање у које се бира: </w:t>
      </w:r>
      <w:r w:rsidR="00591C2B">
        <w:rPr>
          <w:sz w:val="22"/>
          <w:szCs w:val="22"/>
          <w:lang/>
        </w:rPr>
        <w:t>доцент</w:t>
      </w:r>
    </w:p>
    <w:p w:rsidR="00591C2B" w:rsidRPr="00E4036F" w:rsidRDefault="003172B3" w:rsidP="00591C2B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  <w:r w:rsidRPr="00E4036F">
        <w:rPr>
          <w:sz w:val="22"/>
          <w:szCs w:val="22"/>
          <w:lang/>
        </w:rPr>
        <w:t xml:space="preserve">Тема приступног предавања: </w:t>
      </w:r>
      <w:r w:rsidR="00591C2B">
        <w:rPr>
          <w:sz w:val="22"/>
          <w:szCs w:val="22"/>
          <w:lang/>
        </w:rPr>
        <w:t>„ Недијабетесна болест бубрега код болесника са дијабетс мелитусом“</w:t>
      </w:r>
    </w:p>
    <w:p w:rsidR="003172B3" w:rsidRPr="00E4036F" w:rsidRDefault="003172B3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</w:p>
    <w:p w:rsidR="003172B3" w:rsidRPr="00E4036F" w:rsidRDefault="003172B3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  <w:r w:rsidRPr="00E4036F">
        <w:rPr>
          <w:sz w:val="22"/>
          <w:szCs w:val="22"/>
          <w:lang/>
        </w:rPr>
        <w:t xml:space="preserve">Датум извођења: </w:t>
      </w:r>
      <w:r w:rsidR="00591C2B">
        <w:rPr>
          <w:sz w:val="22"/>
          <w:szCs w:val="22"/>
          <w:lang/>
        </w:rPr>
        <w:t xml:space="preserve">13.11.2023. </w:t>
      </w:r>
    </w:p>
    <w:p w:rsidR="008C329B" w:rsidRPr="00E4036F" w:rsidRDefault="008C329B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</w:p>
    <w:p w:rsidR="003172B3" w:rsidRPr="00E4036F" w:rsidRDefault="008C329B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  <w:r w:rsidRPr="00E4036F">
        <w:rPr>
          <w:sz w:val="22"/>
          <w:szCs w:val="22"/>
          <w:lang/>
        </w:rPr>
        <w:t>Чланови Комисије</w:t>
      </w:r>
      <w:r w:rsidR="008B26AB" w:rsidRPr="00E4036F">
        <w:rPr>
          <w:sz w:val="22"/>
          <w:szCs w:val="22"/>
          <w:lang/>
        </w:rPr>
        <w:t>:</w:t>
      </w:r>
      <w:r w:rsidR="008B26AB" w:rsidRPr="00E4036F">
        <w:rPr>
          <w:sz w:val="22"/>
          <w:szCs w:val="22"/>
          <w:lang/>
        </w:rPr>
        <w:tab/>
      </w:r>
      <w:r w:rsidR="008B26AB" w:rsidRPr="00E4036F">
        <w:rPr>
          <w:sz w:val="22"/>
          <w:szCs w:val="22"/>
          <w:lang/>
        </w:rPr>
        <w:tab/>
        <w:t xml:space="preserve"> </w:t>
      </w:r>
      <w:r w:rsidR="006136A4" w:rsidRPr="00E4036F">
        <w:rPr>
          <w:sz w:val="22"/>
          <w:szCs w:val="22"/>
          <w:lang/>
        </w:rPr>
        <w:t>Оцена: (од 1 до 5)</w:t>
      </w:r>
    </w:p>
    <w:p w:rsidR="008C329B" w:rsidRPr="00E4036F" w:rsidRDefault="008C329B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</w:p>
    <w:p w:rsidR="006136A4" w:rsidRPr="00E4036F" w:rsidRDefault="006136A4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  <w:r w:rsidRPr="00E4036F">
        <w:rPr>
          <w:sz w:val="22"/>
          <w:szCs w:val="22"/>
          <w:lang/>
        </w:rPr>
        <w:t>1.</w:t>
      </w:r>
      <w:r w:rsidR="00591C2B">
        <w:rPr>
          <w:sz w:val="22"/>
          <w:szCs w:val="22"/>
          <w:lang/>
        </w:rPr>
        <w:t xml:space="preserve"> Проф др Дијана Јовановић, редовни професор, председник                        _5_</w:t>
      </w:r>
    </w:p>
    <w:p w:rsidR="006136A4" w:rsidRPr="00E4036F" w:rsidRDefault="00DF4345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  <w:r>
        <w:rPr>
          <w:sz w:val="22"/>
          <w:szCs w:val="22"/>
          <w:lang/>
        </w:rPr>
        <w:t>2. Проф др Милан Радовић, редовни професор, члан                                       _5</w:t>
      </w:r>
      <w:r w:rsidR="008F2919" w:rsidRPr="00E4036F">
        <w:rPr>
          <w:sz w:val="22"/>
          <w:szCs w:val="22"/>
          <w:lang/>
        </w:rPr>
        <w:t>_</w:t>
      </w:r>
    </w:p>
    <w:p w:rsidR="006136A4" w:rsidRPr="00E4036F" w:rsidRDefault="006136A4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  <w:r w:rsidRPr="00E4036F">
        <w:rPr>
          <w:sz w:val="22"/>
          <w:szCs w:val="22"/>
          <w:lang/>
        </w:rPr>
        <w:t>3.</w:t>
      </w:r>
      <w:r w:rsidR="00A67811">
        <w:rPr>
          <w:sz w:val="22"/>
          <w:szCs w:val="22"/>
          <w:lang/>
        </w:rPr>
        <w:t xml:space="preserve"> Доц др Мирјана Лаушевић, члан, доцент                                                       _5</w:t>
      </w:r>
      <w:r w:rsidR="008F2919" w:rsidRPr="00E4036F">
        <w:rPr>
          <w:sz w:val="22"/>
          <w:szCs w:val="22"/>
          <w:lang/>
        </w:rPr>
        <w:t>_</w:t>
      </w:r>
    </w:p>
    <w:p w:rsidR="0075050E" w:rsidRPr="00E4036F" w:rsidRDefault="0075050E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</w:p>
    <w:p w:rsidR="008F2919" w:rsidRPr="00E4036F" w:rsidRDefault="008F2919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  <w:r w:rsidRPr="00E4036F">
        <w:rPr>
          <w:sz w:val="22"/>
          <w:szCs w:val="22"/>
          <w:lang/>
        </w:rPr>
        <w:tab/>
      </w:r>
      <w:r w:rsidRPr="00E4036F">
        <w:rPr>
          <w:sz w:val="22"/>
          <w:szCs w:val="22"/>
          <w:lang/>
        </w:rPr>
        <w:tab/>
        <w:t xml:space="preserve">Просечна оцена: </w:t>
      </w:r>
      <w:r w:rsidRPr="00E4036F">
        <w:rPr>
          <w:sz w:val="22"/>
          <w:szCs w:val="22"/>
          <w:lang/>
        </w:rPr>
        <w:tab/>
        <w:t>______</w:t>
      </w:r>
      <w:r w:rsidR="00A67811">
        <w:rPr>
          <w:sz w:val="22"/>
          <w:szCs w:val="22"/>
          <w:lang/>
        </w:rPr>
        <w:t>5 (пет)_____</w:t>
      </w:r>
    </w:p>
    <w:p w:rsidR="003A7D48" w:rsidRPr="003A7D48" w:rsidRDefault="003A7D48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CS"/>
        </w:rPr>
      </w:pPr>
    </w:p>
    <w:p w:rsidR="000B1DB6" w:rsidRPr="00E4036F" w:rsidRDefault="000B1DB6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  <w:r w:rsidRPr="00E4036F">
        <w:rPr>
          <w:sz w:val="22"/>
          <w:szCs w:val="22"/>
          <w:lang/>
        </w:rPr>
        <w:tab/>
      </w:r>
      <w:r w:rsidRPr="00E4036F">
        <w:rPr>
          <w:sz w:val="22"/>
          <w:szCs w:val="22"/>
          <w:lang/>
        </w:rPr>
        <w:tab/>
        <w:t>Потписи чланова Комисије:</w:t>
      </w:r>
    </w:p>
    <w:p w:rsidR="00F15F91" w:rsidRPr="00E4036F" w:rsidRDefault="00F15F91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</w:p>
    <w:p w:rsidR="00A67811" w:rsidRPr="00A67811" w:rsidRDefault="00A67811" w:rsidP="00A67811">
      <w:pPr>
        <w:pStyle w:val="Checkboxes"/>
        <w:numPr>
          <w:ilvl w:val="0"/>
          <w:numId w:val="3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284" w:hanging="284"/>
        <w:rPr>
          <w:b/>
          <w:sz w:val="22"/>
          <w:szCs w:val="22"/>
          <w:lang/>
        </w:rPr>
      </w:pPr>
      <w:r w:rsidRPr="00A67811">
        <w:rPr>
          <w:b/>
          <w:sz w:val="22"/>
          <w:szCs w:val="22"/>
          <w:lang/>
        </w:rPr>
        <w:t>Проф др Дијана Јовановић</w:t>
      </w:r>
      <w:r>
        <w:rPr>
          <w:b/>
          <w:sz w:val="22"/>
          <w:szCs w:val="22"/>
          <w:lang/>
        </w:rPr>
        <w:t>,</w:t>
      </w:r>
    </w:p>
    <w:p w:rsidR="00A67811" w:rsidRPr="00591C2B" w:rsidRDefault="00A67811" w:rsidP="00A67811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председник, редовни професор Медицинског факултета, </w:t>
      </w:r>
      <w:r>
        <w:rPr>
          <w:sz w:val="22"/>
          <w:szCs w:val="22"/>
          <w:lang/>
        </w:rPr>
        <w:t xml:space="preserve">Универзитета у </w:t>
      </w:r>
      <w:r>
        <w:rPr>
          <w:sz w:val="22"/>
          <w:szCs w:val="22"/>
          <w:lang/>
        </w:rPr>
        <w:t>Београд</w:t>
      </w:r>
      <w:r>
        <w:rPr>
          <w:sz w:val="22"/>
          <w:szCs w:val="22"/>
          <w:lang/>
        </w:rPr>
        <w:t>у,</w:t>
      </w:r>
    </w:p>
    <w:p w:rsidR="00A67811" w:rsidRPr="00A67811" w:rsidRDefault="00A67811" w:rsidP="00A67811">
      <w:pPr>
        <w:pStyle w:val="Checkboxes"/>
        <w:numPr>
          <w:ilvl w:val="0"/>
          <w:numId w:val="3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284" w:hanging="284"/>
        <w:rPr>
          <w:b/>
          <w:sz w:val="22"/>
          <w:szCs w:val="22"/>
          <w:lang/>
        </w:rPr>
      </w:pPr>
      <w:r w:rsidRPr="00A67811">
        <w:rPr>
          <w:b/>
          <w:sz w:val="22"/>
          <w:szCs w:val="22"/>
          <w:lang/>
        </w:rPr>
        <w:t>Проф др Милан Радовић</w:t>
      </w:r>
      <w:r>
        <w:rPr>
          <w:b/>
          <w:sz w:val="22"/>
          <w:szCs w:val="22"/>
          <w:lang/>
        </w:rPr>
        <w:t>,</w:t>
      </w:r>
    </w:p>
    <w:p w:rsidR="00A67811" w:rsidRPr="00E4036F" w:rsidRDefault="00A67811" w:rsidP="00A67811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члан, редовни професор Медицинског факултета, Универзитета у Београду, </w:t>
      </w:r>
    </w:p>
    <w:p w:rsidR="000B1DB6" w:rsidRPr="00A67811" w:rsidRDefault="00A67811" w:rsidP="00A67811">
      <w:pPr>
        <w:pStyle w:val="Checkboxes"/>
        <w:numPr>
          <w:ilvl w:val="0"/>
          <w:numId w:val="3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284" w:hanging="284"/>
        <w:rPr>
          <w:b/>
          <w:sz w:val="22"/>
          <w:szCs w:val="22"/>
          <w:lang/>
        </w:rPr>
      </w:pPr>
      <w:r w:rsidRPr="00A67811">
        <w:rPr>
          <w:b/>
          <w:sz w:val="22"/>
          <w:szCs w:val="22"/>
          <w:lang/>
        </w:rPr>
        <w:t>Доц др Мирјана Лаушевић,</w:t>
      </w:r>
    </w:p>
    <w:p w:rsidR="00A67811" w:rsidRPr="00E4036F" w:rsidRDefault="00A67811" w:rsidP="00A67811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  <w:r>
        <w:rPr>
          <w:sz w:val="22"/>
          <w:szCs w:val="22"/>
          <w:lang/>
        </w:rPr>
        <w:t xml:space="preserve">члан, редовни професор Медицинског факултета, Универзитета у Београду, </w:t>
      </w:r>
    </w:p>
    <w:p w:rsidR="000B1DB6" w:rsidRPr="00E4036F" w:rsidRDefault="000B1DB6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/>
        </w:rPr>
      </w:pPr>
    </w:p>
    <w:sectPr w:rsidR="000B1DB6" w:rsidRPr="00E4036F" w:rsidSect="000B1DB6">
      <w:headerReference w:type="first" r:id="rId7"/>
      <w:footerReference w:type="first" r:id="rId8"/>
      <w:pgSz w:w="11907" w:h="16840" w:code="9"/>
      <w:pgMar w:top="2430" w:right="1440" w:bottom="1701" w:left="1440" w:header="0" w:footer="17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29B" w:rsidRDefault="00E3729B">
      <w:r>
        <w:separator/>
      </w:r>
    </w:p>
  </w:endnote>
  <w:endnote w:type="continuationSeparator" w:id="0">
    <w:p w:rsidR="00E3729B" w:rsidRDefault="00E37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88B" w:rsidRDefault="00591C2B">
    <w:pPr>
      <w:pStyle w:val="Footer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2057400</wp:posOffset>
          </wp:positionH>
          <wp:positionV relativeFrom="paragraph">
            <wp:posOffset>20320</wp:posOffset>
          </wp:positionV>
          <wp:extent cx="1131570" cy="332105"/>
          <wp:effectExtent l="19050" t="0" r="0" b="0"/>
          <wp:wrapNone/>
          <wp:docPr id="20" name="Picture 20" descr="cir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cir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1570" cy="3321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3657600</wp:posOffset>
          </wp:positionH>
          <wp:positionV relativeFrom="paragraph">
            <wp:posOffset>18415</wp:posOffset>
          </wp:positionV>
          <wp:extent cx="2077085" cy="702310"/>
          <wp:effectExtent l="19050" t="0" r="0" b="0"/>
          <wp:wrapNone/>
          <wp:docPr id="19" name="Picture 19" descr="cir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ir-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7085" cy="702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20320</wp:posOffset>
          </wp:positionV>
          <wp:extent cx="1584325" cy="890270"/>
          <wp:effectExtent l="19050" t="0" r="0" b="0"/>
          <wp:wrapNone/>
          <wp:docPr id="18" name="Picture 18" descr="cir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ir-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890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29B" w:rsidRDefault="00E3729B">
      <w:r>
        <w:separator/>
      </w:r>
    </w:p>
  </w:footnote>
  <w:footnote w:type="continuationSeparator" w:id="0">
    <w:p w:rsidR="00E3729B" w:rsidRDefault="00E372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88B" w:rsidRDefault="00591C2B">
    <w:pPr>
      <w:pStyle w:val="Header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2933700</wp:posOffset>
          </wp:positionH>
          <wp:positionV relativeFrom="page">
            <wp:posOffset>476250</wp:posOffset>
          </wp:positionV>
          <wp:extent cx="1704975" cy="447675"/>
          <wp:effectExtent l="19050" t="0" r="9525" b="0"/>
          <wp:wrapTopAndBottom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4114800</wp:posOffset>
          </wp:positionH>
          <wp:positionV relativeFrom="page">
            <wp:posOffset>201930</wp:posOffset>
          </wp:positionV>
          <wp:extent cx="1619250" cy="1390650"/>
          <wp:effectExtent l="19050" t="0" r="0" b="0"/>
          <wp:wrapTopAndBottom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F0794"/>
    <w:multiLevelType w:val="hybridMultilevel"/>
    <w:tmpl w:val="E1643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95941"/>
    <w:multiLevelType w:val="hybridMultilevel"/>
    <w:tmpl w:val="E9F0326A"/>
    <w:lvl w:ilvl="0" w:tplc="B9406924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2">
    <w:nsid w:val="7A1E1F9C"/>
    <w:multiLevelType w:val="hybridMultilevel"/>
    <w:tmpl w:val="E83E11AC"/>
    <w:lvl w:ilvl="0" w:tplc="4A8EA7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5050E"/>
    <w:rsid w:val="000221FF"/>
    <w:rsid w:val="00023A20"/>
    <w:rsid w:val="000B1DB6"/>
    <w:rsid w:val="00135D13"/>
    <w:rsid w:val="00140390"/>
    <w:rsid w:val="0015744D"/>
    <w:rsid w:val="001B316D"/>
    <w:rsid w:val="001D49D7"/>
    <w:rsid w:val="00252A1F"/>
    <w:rsid w:val="0025528D"/>
    <w:rsid w:val="00255CEC"/>
    <w:rsid w:val="002C02C9"/>
    <w:rsid w:val="002D6614"/>
    <w:rsid w:val="002E288B"/>
    <w:rsid w:val="00307F27"/>
    <w:rsid w:val="003172B3"/>
    <w:rsid w:val="00323DC3"/>
    <w:rsid w:val="00350710"/>
    <w:rsid w:val="00363035"/>
    <w:rsid w:val="0036380C"/>
    <w:rsid w:val="00382AF0"/>
    <w:rsid w:val="0038733B"/>
    <w:rsid w:val="003917EB"/>
    <w:rsid w:val="003A7D48"/>
    <w:rsid w:val="003D4F09"/>
    <w:rsid w:val="004305D4"/>
    <w:rsid w:val="004F25F6"/>
    <w:rsid w:val="004F3EC5"/>
    <w:rsid w:val="004F6506"/>
    <w:rsid w:val="00520681"/>
    <w:rsid w:val="005607E3"/>
    <w:rsid w:val="00591C2B"/>
    <w:rsid w:val="0059222B"/>
    <w:rsid w:val="005A1176"/>
    <w:rsid w:val="005A4FCC"/>
    <w:rsid w:val="005B2885"/>
    <w:rsid w:val="005C3B65"/>
    <w:rsid w:val="005C59FE"/>
    <w:rsid w:val="00606232"/>
    <w:rsid w:val="006136A4"/>
    <w:rsid w:val="006225C6"/>
    <w:rsid w:val="006243CD"/>
    <w:rsid w:val="00631B5E"/>
    <w:rsid w:val="006637F6"/>
    <w:rsid w:val="006906FE"/>
    <w:rsid w:val="006951D0"/>
    <w:rsid w:val="006B3025"/>
    <w:rsid w:val="006F7DCA"/>
    <w:rsid w:val="00715E69"/>
    <w:rsid w:val="00730983"/>
    <w:rsid w:val="0075050E"/>
    <w:rsid w:val="00752520"/>
    <w:rsid w:val="00763E2E"/>
    <w:rsid w:val="007B07BC"/>
    <w:rsid w:val="007D230E"/>
    <w:rsid w:val="007F6BC1"/>
    <w:rsid w:val="0081273F"/>
    <w:rsid w:val="00817E8E"/>
    <w:rsid w:val="00844853"/>
    <w:rsid w:val="0086751A"/>
    <w:rsid w:val="008771E1"/>
    <w:rsid w:val="00897783"/>
    <w:rsid w:val="008A7872"/>
    <w:rsid w:val="008B26AB"/>
    <w:rsid w:val="008C329B"/>
    <w:rsid w:val="008D6250"/>
    <w:rsid w:val="008E5850"/>
    <w:rsid w:val="008F2919"/>
    <w:rsid w:val="009032A6"/>
    <w:rsid w:val="009322E7"/>
    <w:rsid w:val="0096071E"/>
    <w:rsid w:val="00980CFC"/>
    <w:rsid w:val="009A2C88"/>
    <w:rsid w:val="009C71ED"/>
    <w:rsid w:val="009F1036"/>
    <w:rsid w:val="009F1825"/>
    <w:rsid w:val="00A13C8F"/>
    <w:rsid w:val="00A3158D"/>
    <w:rsid w:val="00A44117"/>
    <w:rsid w:val="00A47A67"/>
    <w:rsid w:val="00A67811"/>
    <w:rsid w:val="00A824E6"/>
    <w:rsid w:val="00AD0F25"/>
    <w:rsid w:val="00AF5BF5"/>
    <w:rsid w:val="00B17FDF"/>
    <w:rsid w:val="00B26FDA"/>
    <w:rsid w:val="00B438B8"/>
    <w:rsid w:val="00BC038B"/>
    <w:rsid w:val="00BE62B1"/>
    <w:rsid w:val="00BF1E80"/>
    <w:rsid w:val="00BF3C46"/>
    <w:rsid w:val="00BF4F5D"/>
    <w:rsid w:val="00BF7BD2"/>
    <w:rsid w:val="00C02B03"/>
    <w:rsid w:val="00C5295A"/>
    <w:rsid w:val="00C65437"/>
    <w:rsid w:val="00C907BF"/>
    <w:rsid w:val="00CA66A3"/>
    <w:rsid w:val="00CA6959"/>
    <w:rsid w:val="00CB2ADB"/>
    <w:rsid w:val="00CF79C0"/>
    <w:rsid w:val="00D17B0F"/>
    <w:rsid w:val="00D34F72"/>
    <w:rsid w:val="00D65DB4"/>
    <w:rsid w:val="00D703D0"/>
    <w:rsid w:val="00D74298"/>
    <w:rsid w:val="00D8503A"/>
    <w:rsid w:val="00DA1ADC"/>
    <w:rsid w:val="00DA3F93"/>
    <w:rsid w:val="00DA6390"/>
    <w:rsid w:val="00DC09AD"/>
    <w:rsid w:val="00DD3602"/>
    <w:rsid w:val="00DE490A"/>
    <w:rsid w:val="00DF4345"/>
    <w:rsid w:val="00E314FA"/>
    <w:rsid w:val="00E36036"/>
    <w:rsid w:val="00E3729B"/>
    <w:rsid w:val="00E4036F"/>
    <w:rsid w:val="00E516DA"/>
    <w:rsid w:val="00E607F1"/>
    <w:rsid w:val="00E74889"/>
    <w:rsid w:val="00ED0D06"/>
    <w:rsid w:val="00ED5487"/>
    <w:rsid w:val="00F06EA4"/>
    <w:rsid w:val="00F07DE0"/>
    <w:rsid w:val="00F15F91"/>
    <w:rsid w:val="00F40B1C"/>
    <w:rsid w:val="00F40E24"/>
    <w:rsid w:val="00F5224A"/>
    <w:rsid w:val="00F75606"/>
    <w:rsid w:val="00FA2357"/>
    <w:rsid w:val="00FB39FF"/>
    <w:rsid w:val="00FE3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35D1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35D1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12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81273F"/>
    <w:rPr>
      <w:rFonts w:ascii="Arial" w:hAnsi="Arial" w:cs="Arial" w:hint="default"/>
      <w:b/>
      <w:bCs w:val="0"/>
      <w:i w:val="0"/>
      <w:iCs w:val="0"/>
      <w:spacing w:val="-10"/>
      <w:sz w:val="18"/>
    </w:rPr>
  </w:style>
  <w:style w:type="paragraph" w:customStyle="1" w:styleId="Checkboxes">
    <w:name w:val="Checkboxes"/>
    <w:basedOn w:val="Normal"/>
    <w:rsid w:val="0081273F"/>
    <w:pPr>
      <w:spacing w:before="360" w:after="360"/>
    </w:pPr>
    <w:rPr>
      <w:sz w:val="20"/>
      <w:szCs w:val="20"/>
    </w:rPr>
  </w:style>
  <w:style w:type="character" w:customStyle="1" w:styleId="MessageHeaderLabel">
    <w:name w:val="Message Header Label"/>
    <w:rsid w:val="0081273F"/>
    <w:rPr>
      <w:rFonts w:ascii="Arial" w:hAnsi="Arial" w:cs="Arial" w:hint="default"/>
      <w:b/>
      <w:bCs w:val="0"/>
      <w:spacing w:val="-4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a\Desktop\MOJA%20DOKUMENTA\MEMORANDUMI-novo\Memorandum%20ciril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 cirilica</Template>
  <TotalTime>16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Kuca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User</cp:lastModifiedBy>
  <cp:revision>3</cp:revision>
  <cp:lastPrinted>2022-11-23T07:05:00Z</cp:lastPrinted>
  <dcterms:created xsi:type="dcterms:W3CDTF">2023-11-22T10:37:00Z</dcterms:created>
  <dcterms:modified xsi:type="dcterms:W3CDTF">2023-11-22T10:44:00Z</dcterms:modified>
</cp:coreProperties>
</file>